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93F" w:rsidRDefault="00F4493F">
      <w:r>
        <w:t xml:space="preserve">                                                 Science Chapter 5 Study Guide</w:t>
      </w:r>
    </w:p>
    <w:p w:rsidR="00F4493F" w:rsidRDefault="00F4493F"/>
    <w:p w:rsidR="00F4493F" w:rsidRDefault="00F4493F">
      <w:r>
        <w:t>Vocabulary: Ecosystem, population, community, niche, habitat, and biome.</w:t>
      </w:r>
    </w:p>
    <w:p w:rsidR="00F4493F" w:rsidRDefault="00F4493F">
      <w:r>
        <w:t>Name and give characteristics of 6 Land Biomes: Tropical Rainforest, Deciduous Forest, Grassland, Taiga, Desert and Tundra Land Biomes.</w:t>
      </w:r>
    </w:p>
    <w:p w:rsidR="00F4493F" w:rsidRDefault="00F4493F">
      <w:r>
        <w:t>Water Ecosystems: Describe and give characteristics of Rivers, Wetlands, Coral Reefs and The Deep Sea.</w:t>
      </w:r>
    </w:p>
    <w:p w:rsidR="00F4493F" w:rsidRDefault="00F4493F">
      <w:r>
        <w:t>What do all organisms need to live?</w:t>
      </w:r>
    </w:p>
    <w:p w:rsidR="00F4493F" w:rsidRDefault="00F4493F">
      <w:r>
        <w:t>Why can’t river animals live in the ocean?</w:t>
      </w:r>
    </w:p>
    <w:p w:rsidR="00F4493F" w:rsidRDefault="00F4493F">
      <w:r>
        <w:t>Be able to name the conditions for Coral Reefs to thrive: Warm shallow water, where sunlight can penetrate.</w:t>
      </w:r>
    </w:p>
    <w:p w:rsidR="00F4493F" w:rsidRDefault="00F4493F">
      <w:r>
        <w:t>How do Organisms interact? Be able to discuss why organisms compete.</w:t>
      </w:r>
    </w:p>
    <w:p w:rsidR="00F4493F" w:rsidRDefault="00F4493F">
      <w:r>
        <w:t>Symbiosis and the 4 different relationships: Be able to give examples and explain them.</w:t>
      </w:r>
    </w:p>
    <w:p w:rsidR="00F4493F" w:rsidRDefault="00F4493F" w:rsidP="00A6145F">
      <w:pPr>
        <w:pStyle w:val="ListParagraph"/>
        <w:numPr>
          <w:ilvl w:val="0"/>
          <w:numId w:val="1"/>
        </w:numPr>
      </w:pPr>
      <w:r>
        <w:t>One species is helped the other not affected: The buffalo and cattle egret(bird).</w:t>
      </w:r>
    </w:p>
    <w:p w:rsidR="00F4493F" w:rsidRDefault="00F4493F" w:rsidP="00A6145F">
      <w:pPr>
        <w:pStyle w:val="ListParagraph"/>
        <w:numPr>
          <w:ilvl w:val="0"/>
          <w:numId w:val="1"/>
        </w:numPr>
      </w:pPr>
      <w:r>
        <w:t>Second kind of symbiosis is both organisms are helped: Microorganisms inside buffalo’s intestines help the digestive system of the buffalo and the microorganisms live off of the food in the intestines.</w:t>
      </w:r>
    </w:p>
    <w:p w:rsidR="00F4493F" w:rsidRDefault="00F4493F" w:rsidP="00A6145F">
      <w:pPr>
        <w:pStyle w:val="ListParagraph"/>
        <w:numPr>
          <w:ilvl w:val="0"/>
          <w:numId w:val="1"/>
        </w:numPr>
      </w:pPr>
      <w:r>
        <w:t>Third type of symbiosis has an organism called a parasite inside a buffalo’s or the Host’s body that may cause the buffalo/host harm. The buffalo may become weak and sick.</w:t>
      </w:r>
    </w:p>
    <w:p w:rsidR="00F4493F" w:rsidRDefault="00F4493F" w:rsidP="00A6145F">
      <w:pPr>
        <w:pStyle w:val="ListParagraph"/>
        <w:numPr>
          <w:ilvl w:val="0"/>
          <w:numId w:val="1"/>
        </w:numPr>
      </w:pPr>
      <w:r>
        <w:t>Fourth type of symbiosis has one organism not just helped, but it needs a partner for survival. Lichen ‘s fungus needs the food created by the bacteria from the sun.</w:t>
      </w:r>
    </w:p>
    <w:p w:rsidR="00F4493F" w:rsidRDefault="00F4493F">
      <w:pPr>
        <w:rPr>
          <w:rFonts w:ascii="Arial" w:hAnsi="Arial" w:cs="Arial"/>
          <w:color w:val="000000"/>
          <w:sz w:val="19"/>
          <w:szCs w:val="19"/>
        </w:rPr>
      </w:pPr>
      <w:r>
        <w:t xml:space="preserve"> </w:t>
      </w:r>
      <w:r>
        <w:rPr>
          <w:rFonts w:ascii="Arial" w:hAnsi="Arial" w:cs="Arial"/>
          <w:color w:val="000000"/>
          <w:sz w:val="19"/>
          <w:szCs w:val="19"/>
        </w:rPr>
        <w:t>Every organism needs energy in order to live. Energy moves through an ecosystem through food</w:t>
      </w:r>
      <w:r>
        <w:rPr>
          <w:rFonts w:ascii="Arial" w:hAnsi="Arial" w:cs="Arial"/>
          <w:color w:val="000000"/>
          <w:sz w:val="19"/>
          <w:szCs w:val="19"/>
        </w:rPr>
        <w:br/>
        <w:t>chains, energy chains, or food webs.</w:t>
      </w:r>
    </w:p>
    <w:p w:rsidR="00F4493F" w:rsidRDefault="00F4493F">
      <w:pPr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Producers make their own food for energy. </w:t>
      </w:r>
    </w:p>
    <w:p w:rsidR="00F4493F" w:rsidRDefault="00F4493F">
      <w:pPr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Consumers cannot make their own food. They usually eat other organisms to get energy to live</w:t>
      </w:r>
      <w:r>
        <w:rPr>
          <w:rFonts w:ascii="Arial" w:hAnsi="Arial" w:cs="Arial"/>
          <w:color w:val="000000"/>
          <w:sz w:val="19"/>
          <w:szCs w:val="19"/>
        </w:rPr>
        <w:br/>
        <w:t>and grow. All animals are consumers. Herbivores eat plants and carnivores eat other animals.</w:t>
      </w:r>
    </w:p>
    <w:p w:rsidR="00F4493F" w:rsidRDefault="00F4493F">
      <w:pPr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Decomposers eat waste or dead organisms.</w:t>
      </w:r>
    </w:p>
    <w:p w:rsidR="00F4493F" w:rsidRDefault="00F4493F"/>
    <w:sectPr w:rsidR="00F4493F" w:rsidSect="007D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B498A"/>
    <w:multiLevelType w:val="hybridMultilevel"/>
    <w:tmpl w:val="0FEACE30"/>
    <w:lvl w:ilvl="0" w:tplc="7D242A1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26D"/>
    <w:rsid w:val="001C4AF9"/>
    <w:rsid w:val="00260BF7"/>
    <w:rsid w:val="003C2CB8"/>
    <w:rsid w:val="006C7C5E"/>
    <w:rsid w:val="00763342"/>
    <w:rsid w:val="0077728A"/>
    <w:rsid w:val="007D3CFD"/>
    <w:rsid w:val="008B5666"/>
    <w:rsid w:val="0096026D"/>
    <w:rsid w:val="00A22F63"/>
    <w:rsid w:val="00A6145F"/>
    <w:rsid w:val="00BF6709"/>
    <w:rsid w:val="00C03105"/>
    <w:rsid w:val="00C83198"/>
    <w:rsid w:val="00F4493F"/>
    <w:rsid w:val="00FF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CF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614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262</Words>
  <Characters>1498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Science Chapter 5 Study Guide</dc:title>
  <dc:subject/>
  <dc:creator>d</dc:creator>
  <cp:keywords/>
  <dc:description/>
  <cp:lastModifiedBy>udsd</cp:lastModifiedBy>
  <cp:revision>2</cp:revision>
  <dcterms:created xsi:type="dcterms:W3CDTF">2010-11-03T14:55:00Z</dcterms:created>
  <dcterms:modified xsi:type="dcterms:W3CDTF">2010-11-03T14:55:00Z</dcterms:modified>
</cp:coreProperties>
</file>